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7CC" w:rsidRPr="00D117CC" w:rsidRDefault="009C1BB2" w:rsidP="009C1BB2">
      <w:pPr>
        <w:spacing w:after="0" w:line="240" w:lineRule="auto"/>
        <w:jc w:val="center"/>
        <w:rPr>
          <w:b/>
          <w:color w:val="EEECE1" w:themeColor="background2"/>
          <w:sz w:val="5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>
        <w:rPr>
          <w:b/>
          <w:color w:val="EEECE1" w:themeColor="background2"/>
          <w:sz w:val="5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MAKE-UP </w:t>
      </w:r>
      <w:r w:rsidR="00D117CC" w:rsidRPr="00D117CC">
        <w:rPr>
          <w:b/>
          <w:color w:val="EEECE1" w:themeColor="background2"/>
          <w:sz w:val="5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ASSIGNMENT</w:t>
      </w:r>
    </w:p>
    <w:p w:rsidR="00D117CC" w:rsidRDefault="00D117CC" w:rsidP="00D117CC">
      <w:pPr>
        <w:spacing w:after="0" w:line="240" w:lineRule="auto"/>
        <w:jc w:val="center"/>
        <w:rPr>
          <w:rFonts w:cstheme="minorHAnsi"/>
          <w:outline/>
          <w:spacing w:val="60"/>
          <w:sz w:val="28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D117CC">
        <w:rPr>
          <w:rFonts w:cstheme="minorHAnsi"/>
          <w:outline/>
          <w:spacing w:val="60"/>
          <w:sz w:val="28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For Entrepreneurship 30</w:t>
      </w:r>
    </w:p>
    <w:p w:rsidR="009C1BB2" w:rsidRPr="009C1BB2" w:rsidRDefault="009C1BB2" w:rsidP="009C1BB2">
      <w:pPr>
        <w:spacing w:after="0" w:line="240" w:lineRule="auto"/>
        <w:jc w:val="center"/>
        <w:rPr>
          <w:b/>
          <w:spacing w:val="60"/>
          <w:sz w:val="96"/>
          <w:szCs w:val="14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9C1BB2">
        <w:rPr>
          <w:b/>
          <w:spacing w:val="60"/>
          <w:sz w:val="96"/>
          <w:szCs w:val="14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ENTRENEWS</w:t>
      </w:r>
    </w:p>
    <w:p w:rsidR="009C1BB2" w:rsidRPr="00D117CC" w:rsidRDefault="009C1BB2" w:rsidP="00D117CC">
      <w:pPr>
        <w:spacing w:after="0" w:line="240" w:lineRule="auto"/>
        <w:jc w:val="center"/>
        <w:rPr>
          <w:rFonts w:cstheme="minorHAnsi"/>
          <w:outline/>
          <w:spacing w:val="60"/>
          <w:sz w:val="28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</w:p>
    <w:p w:rsidR="00D117CC" w:rsidRDefault="00D117CC" w:rsidP="00D117CC">
      <w:pPr>
        <w:spacing w:after="0" w:line="240" w:lineRule="auto"/>
        <w:jc w:val="center"/>
        <w:rPr>
          <w:rFonts w:cstheme="minorHAnsi"/>
          <w:outline/>
          <w:spacing w:val="60"/>
          <w:sz w:val="24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</w:p>
    <w:p w:rsidR="00D117CC" w:rsidRPr="00D117CC" w:rsidRDefault="00D117CC" w:rsidP="00D117CC">
      <w:pPr>
        <w:spacing w:after="0" w:line="240" w:lineRule="auto"/>
        <w:rPr>
          <w:rFonts w:ascii="Arial Black" w:eastAsia="Adobe Heiti Std R" w:hAnsi="Arial Black" w:cstheme="minorHAnsi"/>
          <w:b/>
          <w:sz w:val="24"/>
          <w:szCs w:val="24"/>
          <w:u w:val="single"/>
          <w14:textOutline w14:w="5715" w14:cap="flat" w14:cmpd="sng" w14:algn="ctr">
            <w14:noFill/>
            <w14:prstDash w14:val="solid"/>
            <w14:miter w14:lim="0"/>
          </w14:textOutline>
        </w:rPr>
      </w:pPr>
      <w:r w:rsidRPr="00D117CC">
        <w:rPr>
          <w:rFonts w:ascii="Arial Black" w:eastAsia="Adobe Heiti Std R" w:hAnsi="Arial Black" w:cstheme="minorHAnsi"/>
          <w:b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Name</w:t>
      </w:r>
      <w:proofErr w:type="gramStart"/>
      <w:r w:rsidRPr="00D117CC">
        <w:rPr>
          <w:rFonts w:ascii="Arial Black" w:eastAsia="Adobe Heiti Std R" w:hAnsi="Arial Black" w:cstheme="minorHAnsi"/>
          <w:b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:</w:t>
      </w:r>
      <w:r w:rsidRPr="00D117CC">
        <w:rPr>
          <w:rFonts w:ascii="Arial Black" w:eastAsia="Adobe Heiti Std R" w:hAnsi="Arial Black" w:cstheme="minorHAnsi"/>
          <w:b/>
          <w:sz w:val="24"/>
          <w:szCs w:val="24"/>
          <w:u w:val="single"/>
          <w14:textOutline w14:w="5715" w14:cap="flat" w14:cmpd="sng" w14:algn="ctr">
            <w14:noFill/>
            <w14:prstDash w14:val="solid"/>
            <w14:miter w14:lim="0"/>
          </w14:textOutline>
        </w:rPr>
        <w:t>_</w:t>
      </w:r>
      <w:proofErr w:type="gramEnd"/>
      <w:r w:rsidRPr="00D117CC">
        <w:rPr>
          <w:rFonts w:ascii="Arial Black" w:eastAsia="Adobe Heiti Std R" w:hAnsi="Arial Black" w:cstheme="minorHAnsi"/>
          <w:b/>
          <w:sz w:val="24"/>
          <w:szCs w:val="24"/>
          <w:u w:val="single"/>
          <w14:textOutline w14:w="5715" w14:cap="flat" w14:cmpd="sng" w14:algn="ctr">
            <w14:noFill/>
            <w14:prstDash w14:val="solid"/>
            <w14:miter w14:lim="0"/>
          </w14:textOutline>
        </w:rPr>
        <w:t>__________________</w:t>
      </w:r>
      <w:r>
        <w:rPr>
          <w:rFonts w:ascii="Arial Black" w:eastAsia="Adobe Heiti Std R" w:hAnsi="Arial Black" w:cstheme="minorHAnsi"/>
          <w:b/>
          <w:sz w:val="24"/>
          <w:szCs w:val="24"/>
          <w:u w:val="single"/>
          <w14:textOutline w14:w="5715" w14:cap="flat" w14:cmpd="sng" w14:algn="ctr">
            <w14:noFill/>
            <w14:prstDash w14:val="solid"/>
            <w14:miter w14:lim="0"/>
          </w14:textOutline>
        </w:rPr>
        <w:t>________</w:t>
      </w:r>
      <w:r w:rsidRPr="00D117CC">
        <w:rPr>
          <w:rFonts w:ascii="Arial Black" w:eastAsia="Adobe Heiti Std R" w:hAnsi="Arial Black" w:cstheme="minorHAnsi"/>
          <w:b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ab/>
      </w:r>
      <w:r w:rsidRPr="00D117CC">
        <w:rPr>
          <w:rFonts w:ascii="Arial Black" w:eastAsia="Adobe Heiti Std R" w:hAnsi="Arial Black" w:cstheme="minorHAnsi"/>
          <w:b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ab/>
      </w:r>
      <w:r w:rsidR="009C1BB2">
        <w:rPr>
          <w:rFonts w:ascii="Arial Black" w:eastAsia="Adobe Heiti Std R" w:hAnsi="Arial Black" w:cstheme="minorHAnsi"/>
          <w:b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br/>
        <w:t xml:space="preserve">Name and </w:t>
      </w:r>
      <w:r w:rsidRPr="00D117CC">
        <w:rPr>
          <w:rFonts w:ascii="Arial Black" w:eastAsia="Adobe Heiti Std R" w:hAnsi="Arial Black" w:cstheme="minorHAnsi"/>
          <w:b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Date</w:t>
      </w:r>
      <w:r w:rsidR="009C1BB2">
        <w:rPr>
          <w:rFonts w:ascii="Arial Black" w:eastAsia="Adobe Heiti Std R" w:hAnsi="Arial Black" w:cstheme="minorHAnsi"/>
          <w:b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 xml:space="preserve"> of missed assignment</w:t>
      </w:r>
      <w:r w:rsidRPr="00D117CC">
        <w:rPr>
          <w:rFonts w:ascii="Arial Black" w:eastAsia="Adobe Heiti Std R" w:hAnsi="Arial Black" w:cstheme="minorHAnsi"/>
          <w:b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:</w:t>
      </w:r>
      <w:r w:rsidRPr="00D117CC">
        <w:rPr>
          <w:rFonts w:ascii="Arial Black" w:eastAsia="Adobe Heiti Std R" w:hAnsi="Arial Black" w:cstheme="minorHAnsi"/>
          <w:b/>
          <w:sz w:val="24"/>
          <w:szCs w:val="24"/>
          <w:u w:val="single"/>
          <w14:textOutline w14:w="5715" w14:cap="flat" w14:cmpd="sng" w14:algn="ctr">
            <w14:noFill/>
            <w14:prstDash w14:val="solid"/>
            <w14:miter w14:lim="0"/>
          </w14:textOutline>
        </w:rPr>
        <w:t>______________</w:t>
      </w:r>
      <w:r>
        <w:rPr>
          <w:rFonts w:ascii="Arial Black" w:eastAsia="Adobe Heiti Std R" w:hAnsi="Arial Black" w:cstheme="minorHAnsi"/>
          <w:b/>
          <w:sz w:val="24"/>
          <w:szCs w:val="24"/>
          <w:u w:val="single"/>
          <w14:textOutline w14:w="5715" w14:cap="flat" w14:cmpd="sng" w14:algn="ctr">
            <w14:noFill/>
            <w14:prstDash w14:val="solid"/>
            <w14:miter w14:lim="0"/>
          </w14:textOutline>
        </w:rPr>
        <w:t>__________</w:t>
      </w:r>
      <w:r w:rsidR="009C1BB2">
        <w:rPr>
          <w:rFonts w:ascii="Arial Black" w:eastAsia="Adobe Heiti Std R" w:hAnsi="Arial Black" w:cstheme="minorHAnsi"/>
          <w:b/>
          <w:sz w:val="24"/>
          <w:szCs w:val="24"/>
          <w:u w:val="single"/>
          <w14:textOutline w14:w="5715" w14:cap="flat" w14:cmpd="sng" w14:algn="ctr">
            <w14:noFill/>
            <w14:prstDash w14:val="solid"/>
            <w14:miter w14:lim="0"/>
          </w14:textOutline>
        </w:rPr>
        <w:t>_____</w:t>
      </w:r>
      <w:bookmarkStart w:id="0" w:name="_GoBack"/>
      <w:bookmarkEnd w:id="0"/>
      <w:r w:rsidR="009C1BB2" w:rsidRPr="009C1BB2">
        <w:rPr>
          <w:rFonts w:ascii="Arial Black" w:eastAsia="Adobe Heiti Std R" w:hAnsi="Arial Black" w:cstheme="minorHAnsi"/>
          <w:b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 xml:space="preserve">     </w:t>
      </w:r>
      <w:r w:rsidR="009C1BB2">
        <w:rPr>
          <w:rFonts w:ascii="Arial Black" w:eastAsia="Adobe Heiti Std R" w:hAnsi="Arial Black" w:cstheme="minorHAnsi"/>
          <w:b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br/>
      </w:r>
      <w:r w:rsidR="009C1BB2" w:rsidRPr="009C1BB2">
        <w:rPr>
          <w:rFonts w:ascii="Arial Black" w:eastAsia="Adobe Heiti Std R" w:hAnsi="Arial Black" w:cstheme="minorHAnsi"/>
          <w:b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Date submitted</w:t>
      </w:r>
      <w:r w:rsidR="009C1BB2">
        <w:rPr>
          <w:rFonts w:ascii="Arial Black" w:eastAsia="Adobe Heiti Std R" w:hAnsi="Arial Black" w:cstheme="minorHAnsi"/>
          <w:b/>
          <w:sz w:val="24"/>
          <w:szCs w:val="24"/>
          <w:u w:val="single"/>
          <w14:textOutline w14:w="5715" w14:cap="flat" w14:cmpd="sng" w14:algn="ctr">
            <w14:noFill/>
            <w14:prstDash w14:val="solid"/>
            <w14:miter w14:lim="0"/>
          </w14:textOutline>
        </w:rPr>
        <w:t>:</w:t>
      </w:r>
      <w:r w:rsidR="009C1BB2" w:rsidRPr="009C1BB2">
        <w:rPr>
          <w:rFonts w:ascii="Arial Black" w:eastAsia="Adobe Heiti Std R" w:hAnsi="Arial Black" w:cstheme="minorHAnsi"/>
          <w:b/>
          <w:sz w:val="24"/>
          <w:szCs w:val="24"/>
          <w:u w:val="single"/>
          <w14:textOutline w14:w="5715" w14:cap="flat" w14:cmpd="sng" w14:algn="ctr">
            <w14:noFill/>
            <w14:prstDash w14:val="solid"/>
            <w14:miter w14:lim="0"/>
          </w14:textOutline>
        </w:rPr>
        <w:t xml:space="preserve"> </w:t>
      </w:r>
      <w:r w:rsidR="009C1BB2" w:rsidRPr="00D117CC">
        <w:rPr>
          <w:rFonts w:ascii="Arial Black" w:eastAsia="Adobe Heiti Std R" w:hAnsi="Arial Black" w:cstheme="minorHAnsi"/>
          <w:b/>
          <w:sz w:val="24"/>
          <w:szCs w:val="24"/>
          <w:u w:val="single"/>
          <w14:textOutline w14:w="5715" w14:cap="flat" w14:cmpd="sng" w14:algn="ctr">
            <w14:noFill/>
            <w14:prstDash w14:val="solid"/>
            <w14:miter w14:lim="0"/>
          </w14:textOutline>
        </w:rPr>
        <w:t>_____________</w:t>
      </w:r>
      <w:r w:rsidR="009C1BB2">
        <w:rPr>
          <w:rFonts w:ascii="Arial Black" w:eastAsia="Adobe Heiti Std R" w:hAnsi="Arial Black" w:cstheme="minorHAnsi"/>
          <w:b/>
          <w:sz w:val="24"/>
          <w:szCs w:val="24"/>
          <w:u w:val="single"/>
          <w14:textOutline w14:w="5715" w14:cap="flat" w14:cmpd="sng" w14:algn="ctr">
            <w14:noFill/>
            <w14:prstDash w14:val="solid"/>
            <w14:miter w14:lim="0"/>
          </w14:textOutline>
        </w:rPr>
        <w:t>__________</w:t>
      </w:r>
    </w:p>
    <w:p w:rsidR="00D117CC" w:rsidRDefault="00D117CC" w:rsidP="00D117CC">
      <w:pPr>
        <w:spacing w:after="0" w:line="240" w:lineRule="auto"/>
        <w:rPr>
          <w:rFonts w:ascii="Arial Black" w:eastAsia="Adobe Heiti Std R" w:hAnsi="Arial Black" w:cstheme="minorHAnsi"/>
          <w:b/>
          <w:spacing w:val="60"/>
          <w:sz w:val="24"/>
          <w:szCs w:val="24"/>
          <w:u w:val="single"/>
          <w14:textOutline w14:w="5715" w14:cap="flat" w14:cmpd="sng" w14:algn="ctr">
            <w14:noFill/>
            <w14:prstDash w14:val="solid"/>
            <w14:miter w14:lim="0"/>
          </w14:textOutline>
        </w:rPr>
      </w:pPr>
    </w:p>
    <w:p w:rsidR="00D117CC" w:rsidRDefault="00D117CC" w:rsidP="00D117CC">
      <w:pPr>
        <w:spacing w:after="0" w:line="240" w:lineRule="auto"/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</w:pPr>
    </w:p>
    <w:p w:rsidR="00D117CC" w:rsidRDefault="00D117CC" w:rsidP="00D117CC">
      <w:pPr>
        <w:spacing w:after="0" w:line="240" w:lineRule="auto"/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</w:pPr>
      <w:r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Select a recent magazine or newspaper article that relates to entrepreneurship. Review the article and understand it thoroughly. Clarify any terms you do not understand. Prepare a</w:t>
      </w:r>
      <w:r w:rsidR="009C1BB2"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 xml:space="preserve"> summary</w:t>
      </w:r>
      <w:r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 xml:space="preserve"> of the article. Prepare at least three questions </w:t>
      </w:r>
      <w:r w:rsidR="009C1BB2"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that you have about the article or feature of the article. Relate to article to something you have learned in class so far</w:t>
      </w:r>
    </w:p>
    <w:p w:rsidR="00D117CC" w:rsidRDefault="00D117CC" w:rsidP="00D117CC">
      <w:pPr>
        <w:spacing w:after="0" w:line="240" w:lineRule="auto"/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</w:pPr>
    </w:p>
    <w:p w:rsidR="00D117CC" w:rsidRDefault="00D117CC" w:rsidP="00D117CC">
      <w:pPr>
        <w:spacing w:after="0" w:line="240" w:lineRule="auto"/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</w:pPr>
      <w:r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Evaluation:</w:t>
      </w:r>
    </w:p>
    <w:p w:rsidR="00D117CC" w:rsidRDefault="00D117CC" w:rsidP="00D117CC">
      <w:pPr>
        <w:spacing w:after="0" w:line="240" w:lineRule="auto"/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</w:pPr>
    </w:p>
    <w:p w:rsidR="00D117CC" w:rsidRDefault="00D117CC" w:rsidP="00D117CC">
      <w:pPr>
        <w:spacing w:after="0" w:line="240" w:lineRule="auto"/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</w:pPr>
      <w:r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__</w:t>
      </w:r>
      <w:proofErr w:type="gramStart"/>
      <w:r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_  1</w:t>
      </w:r>
      <w:proofErr w:type="gramEnd"/>
      <w:r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 xml:space="preserve">. </w:t>
      </w:r>
      <w:r w:rsidR="009C1BB2"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Quality of summary (5)</w:t>
      </w:r>
      <w:r w:rsidR="009C1BB2"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ab/>
      </w:r>
    </w:p>
    <w:p w:rsidR="00D117CC" w:rsidRDefault="00D117CC" w:rsidP="00D117CC">
      <w:pPr>
        <w:spacing w:after="0" w:line="240" w:lineRule="auto"/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</w:pPr>
      <w:proofErr w:type="gramStart"/>
      <w:r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___ 2.</w:t>
      </w:r>
      <w:proofErr w:type="gramEnd"/>
      <w:r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 xml:space="preserve"> </w:t>
      </w:r>
      <w:r w:rsidR="009C1BB2"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Three quality questions posed. (3)</w:t>
      </w:r>
    </w:p>
    <w:p w:rsidR="00D117CC" w:rsidRDefault="00D117CC" w:rsidP="00D117CC">
      <w:pPr>
        <w:spacing w:after="0" w:line="240" w:lineRule="auto"/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</w:pPr>
      <w:proofErr w:type="gramStart"/>
      <w:r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___ 3.</w:t>
      </w:r>
      <w:proofErr w:type="gramEnd"/>
      <w:r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 xml:space="preserve"> </w:t>
      </w:r>
      <w:r w:rsidR="009C1BB2"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Relation to learning (2)</w:t>
      </w:r>
      <w:r w:rsidR="009C1BB2"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br/>
      </w:r>
    </w:p>
    <w:p w:rsidR="00D117CC" w:rsidRDefault="00D117CC" w:rsidP="00D117CC">
      <w:pPr>
        <w:spacing w:after="0" w:line="240" w:lineRule="auto"/>
        <w:rPr>
          <w:rFonts w:ascii="Comic Sans MS" w:eastAsia="Adobe Heiti Std R" w:hAnsi="Comic Sans MS" w:cstheme="minorHAnsi"/>
          <w:b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</w:pPr>
      <w:r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 xml:space="preserve">___ </w:t>
      </w:r>
      <w:r w:rsidR="009C1BB2">
        <w:rPr>
          <w:rFonts w:ascii="Comic Sans MS" w:eastAsia="Adobe Heiti Std R" w:hAnsi="Comic Sans MS" w:cstheme="minorHAnsi"/>
          <w:b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/ 10</w:t>
      </w:r>
    </w:p>
    <w:p w:rsidR="00D117CC" w:rsidRDefault="00D117CC" w:rsidP="00D117CC">
      <w:pPr>
        <w:spacing w:after="0" w:line="240" w:lineRule="auto"/>
        <w:rPr>
          <w:rFonts w:ascii="Comic Sans MS" w:eastAsia="Adobe Heiti Std R" w:hAnsi="Comic Sans MS" w:cstheme="minorHAnsi"/>
          <w:b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</w:pPr>
    </w:p>
    <w:p w:rsidR="00D117CC" w:rsidRPr="00D117CC" w:rsidRDefault="00D117CC" w:rsidP="00D117CC">
      <w:pPr>
        <w:spacing w:after="0" w:line="240" w:lineRule="auto"/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</w:pPr>
      <w:r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 xml:space="preserve">*Submit this paper for evaluation </w:t>
      </w:r>
      <w:r w:rsidR="009C1BB2"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>along with the original article</w:t>
      </w:r>
      <w:r>
        <w:rPr>
          <w:rFonts w:ascii="Comic Sans MS" w:eastAsia="Adobe Heiti Std R" w:hAnsi="Comic Sans MS" w:cstheme="minorHAnsi"/>
          <w:sz w:val="24"/>
          <w:szCs w:val="24"/>
          <w14:textOutline w14:w="5715" w14:cap="flat" w14:cmpd="sng" w14:algn="ctr">
            <w14:noFill/>
            <w14:prstDash w14:val="solid"/>
            <w14:miter w14:lim="0"/>
          </w14:textOutline>
        </w:rPr>
        <w:t xml:space="preserve"> </w:t>
      </w:r>
    </w:p>
    <w:sectPr w:rsidR="00D117CC" w:rsidRPr="00D117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93CBE"/>
    <w:multiLevelType w:val="hybridMultilevel"/>
    <w:tmpl w:val="C60EB85A"/>
    <w:lvl w:ilvl="0" w:tplc="8CF64E1A">
      <w:numFmt w:val="bullet"/>
      <w:lvlText w:val=""/>
      <w:lvlJc w:val="left"/>
      <w:pPr>
        <w:ind w:left="720" w:hanging="360"/>
      </w:pPr>
      <w:rPr>
        <w:rFonts w:ascii="Symbol" w:eastAsia="Adobe Heiti Std R" w:hAnsi="Symbol" w:cstheme="minorHAns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7CC"/>
    <w:rsid w:val="00171106"/>
    <w:rsid w:val="009C1BB2"/>
    <w:rsid w:val="00D117CC"/>
    <w:rsid w:val="00FD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7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7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1E4F88DD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Mcfarlen</dc:creator>
  <cp:lastModifiedBy>Amy Mcfarlen</cp:lastModifiedBy>
  <cp:revision>2</cp:revision>
  <dcterms:created xsi:type="dcterms:W3CDTF">2014-03-26T19:38:00Z</dcterms:created>
  <dcterms:modified xsi:type="dcterms:W3CDTF">2014-03-26T19:38:00Z</dcterms:modified>
</cp:coreProperties>
</file>